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26" w:rsidRDefault="00384303">
      <w:r>
        <w:t xml:space="preserve">Príloha </w:t>
      </w:r>
      <w:r w:rsidR="0047052F">
        <w:t>5</w:t>
      </w:r>
      <w:r>
        <w:t>/a</w:t>
      </w:r>
    </w:p>
    <w:p w:rsidR="00A067E0" w:rsidRPr="007C6A1D" w:rsidRDefault="00A067E0" w:rsidP="007C6A1D">
      <w:pPr>
        <w:jc w:val="center"/>
        <w:rPr>
          <w:sz w:val="28"/>
          <w:szCs w:val="28"/>
        </w:rPr>
      </w:pPr>
      <w:r w:rsidRPr="007C6A1D">
        <w:rPr>
          <w:sz w:val="28"/>
          <w:szCs w:val="28"/>
        </w:rPr>
        <w:t>Vyhlásenie o bankovom účte</w:t>
      </w:r>
      <w:r w:rsidR="005E350B" w:rsidRPr="007C6A1D">
        <w:rPr>
          <w:sz w:val="28"/>
          <w:szCs w:val="28"/>
        </w:rPr>
        <w:t xml:space="preserve"> projektu</w:t>
      </w:r>
    </w:p>
    <w:p w:rsidR="00A067E0" w:rsidRDefault="00A067E0">
      <w:r>
        <w:t xml:space="preserve">Týmto potvrdzujem že majiteľ </w:t>
      </w:r>
      <w:r w:rsidR="005E350B" w:rsidRPr="005E350B">
        <w:t xml:space="preserve">nižšie uvedeného </w:t>
      </w:r>
      <w:r>
        <w:t>účtu:</w:t>
      </w:r>
    </w:p>
    <w:p w:rsidR="00A067E0" w:rsidRPr="0090553A" w:rsidRDefault="00A067E0" w:rsidP="00A067E0">
      <w:pPr>
        <w:spacing w:before="120" w:after="120"/>
        <w:jc w:val="center"/>
        <w:rPr>
          <w:rFonts w:ascii="Corbel" w:hAnsi="Corbel" w:cs="Arial"/>
          <w:b/>
          <w:sz w:val="26"/>
        </w:rPr>
      </w:pP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707AC" wp14:editId="5B5E0CE7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067E0" w:rsidRPr="00530399" w:rsidRDefault="007C6A1D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 xml:space="preserve">Názov </w:t>
      </w:r>
      <w:r w:rsidR="00A067E0">
        <w:rPr>
          <w:rFonts w:ascii="Humanst521 BT" w:hAnsi="Humanst521 BT" w:cs="Arial"/>
        </w:rPr>
        <w:t>účtu</w:t>
      </w:r>
      <w:r w:rsidR="00A067E0"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Majiteľ účtu</w:t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  <w:t xml:space="preserve">   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Default="00A067E0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BCB45" wp14:editId="3881E1F8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Default="00A067E0" w:rsidP="00A067E0">
      <w:r w:rsidRPr="00A067E0">
        <w:t xml:space="preserve">otvoril </w:t>
      </w:r>
      <w:r w:rsidR="00572C0D">
        <w:t xml:space="preserve">tento </w:t>
      </w:r>
      <w:r w:rsidR="005E350B">
        <w:t xml:space="preserve">osobitný </w:t>
      </w:r>
      <w:r w:rsidRPr="00A067E0">
        <w:t xml:space="preserve">bankový účet pre riadenie </w:t>
      </w:r>
      <w:r w:rsidR="00167297" w:rsidRPr="00167297">
        <w:t xml:space="preserve">(realizáciu finančných transakcií) </w:t>
      </w:r>
      <w:r w:rsidRPr="00A067E0">
        <w:t>nasledujúceho projektu</w:t>
      </w:r>
      <w:r>
        <w:t>:</w:t>
      </w:r>
    </w:p>
    <w:p w:rsidR="00A067E0" w:rsidRPr="00530399" w:rsidRDefault="00A067E0" w:rsidP="00A067E0">
      <w:pPr>
        <w:tabs>
          <w:tab w:val="left" w:pos="162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126365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2" type="#_x0000_t202" style="position:absolute;margin-left:80.95pt;margin-top:9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Názov projektu</w:t>
      </w:r>
      <w:r w:rsidRPr="00530399">
        <w:rPr>
          <w:rFonts w:ascii="Humanst521 BT" w:hAnsi="Humanst521 BT" w:cs="Arial"/>
        </w:rPr>
        <w:tab/>
      </w:r>
    </w:p>
    <w:p w:rsidR="00A067E0" w:rsidRDefault="00572C0D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C9C344" wp14:editId="6154C84A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C5335" wp14:editId="5BC0E97A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7" o:spid="_x0000_s1033" type="#_x0000_t202" style="position:absolute;margin-left:80.85pt;margin-top:2.8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JDEz3d4AAAAIAQAADwAAAGRycy9kb3du&#10;cmV2LnhtbEyPzU7DMBCE70i8g7VIXBB1mga3DXEqhASiNygIrm68TSL8E2w3DW/PcoLjaEYz31Sb&#10;yRo2Yoi9dxLmswwYusbr3rUS3l4frlfAYlJOK+MdSvjGCJv6/KxSpfYn94LjLrWMSlwslYQupaHk&#10;PDYdWhVnfkBH3sEHqxLJ0HId1InKreF5lgluVe9ooVMD3nfYfO6OVsKqeBo/4nbx/N6Ig1mnq+X4&#10;+BWkvLyY7m6BJZzSXxh+8QkdamLa+6PTkRnSYr6kqIQbAYz8dbHIge0lFLkAXlf8/4H6Bw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CQxM93eAAAACAEAAA8AAAAAAAAAAAAAAAAAhwQA&#10;AGRycy9kb3ducmV2LnhtbFBLBQYAAAAABAAEAPMAAACS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A067E0" w:rsidRPr="00530399">
        <w:rPr>
          <w:rFonts w:ascii="Humanst521 BT" w:hAnsi="Humanst521 BT" w:cs="Arial"/>
        </w:rPr>
        <w:t>A</w:t>
      </w:r>
      <w:r w:rsidR="00A067E0">
        <w:rPr>
          <w:rFonts w:ascii="Humanst521 BT" w:hAnsi="Humanst521 BT" w:cs="Arial"/>
        </w:rPr>
        <w:t>k</w:t>
      </w:r>
      <w:r w:rsidR="00A067E0" w:rsidRPr="00530399">
        <w:rPr>
          <w:rFonts w:ascii="Humanst521 BT" w:hAnsi="Humanst521 BT" w:cs="Arial"/>
        </w:rPr>
        <w:t>ronym</w:t>
      </w:r>
    </w:p>
    <w:p w:rsidR="00572C0D" w:rsidRDefault="00572C0D" w:rsidP="00A067E0">
      <w:pPr>
        <w:rPr>
          <w:rFonts w:ascii="Humanst521 BT" w:hAnsi="Humanst521 BT" w:cs="Arial"/>
        </w:rPr>
      </w:pPr>
      <w:r w:rsidRPr="00572C0D">
        <w:rPr>
          <w:rFonts w:ascii="Humanst521 BT" w:hAnsi="Humanst521 BT" w:cs="Arial"/>
        </w:rPr>
        <w:t>Číslo projektu (ak je relevantné)</w:t>
      </w:r>
      <w:r>
        <w:rPr>
          <w:rFonts w:ascii="Humanst521 BT" w:hAnsi="Humanst521 BT" w:cs="Arial"/>
        </w:rPr>
        <w:t xml:space="preserve"> </w:t>
      </w:r>
    </w:p>
    <w:p w:rsidR="00A067E0" w:rsidRPr="0090553A" w:rsidRDefault="00A067E0" w:rsidP="005E350B">
      <w:pPr>
        <w:rPr>
          <w:rFonts w:ascii="Corbel" w:hAnsi="Corbel" w:cs="Arial"/>
          <w:b/>
          <w:sz w:val="26"/>
        </w:rPr>
      </w:pPr>
      <w:r>
        <w:rPr>
          <w:rFonts w:cs="Arial"/>
        </w:rPr>
        <w:t>v</w:t>
      </w:r>
      <w:r w:rsidRPr="00A067E0">
        <w:rPr>
          <w:rFonts w:cs="Arial"/>
        </w:rPr>
        <w:t> našej banke</w:t>
      </w:r>
      <w:r>
        <w:rPr>
          <w:rFonts w:cs="Arial"/>
        </w:rPr>
        <w:t>:</w:t>
      </w: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F26FE" wp14:editId="1197C8F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6" o:spid="_x0000_s1034" type="#_x0000_t202" style="position:absolute;left:0;text-align:left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Pr="0090553A">
        <w:rPr>
          <w:rFonts w:ascii="Corbel" w:hAnsi="Corbel" w:cs="Arial"/>
          <w:b/>
          <w:sz w:val="26"/>
        </w:rPr>
        <w:t>BANK</w:t>
      </w:r>
      <w:r>
        <w:rPr>
          <w:rFonts w:ascii="Corbel" w:hAnsi="Corbel" w:cs="Arial"/>
          <w:b/>
          <w:sz w:val="26"/>
        </w:rPr>
        <w:t>A</w:t>
      </w:r>
      <w:r w:rsidR="00384303">
        <w:rPr>
          <w:rFonts w:ascii="Corbel" w:hAnsi="Corbel" w:cs="Arial"/>
          <w:b/>
          <w:sz w:val="26"/>
        </w:rPr>
        <w:t xml:space="preserve"> 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1815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ab/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Pr="00530399" w:rsidRDefault="00A067E0" w:rsidP="00A067E0">
      <w:pPr>
        <w:tabs>
          <w:tab w:val="left" w:pos="6057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>IBAN</w:t>
      </w:r>
    </w:p>
    <w:p w:rsidR="00A067E0" w:rsidRDefault="00A067E0" w:rsidP="00A067E0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  <w:noProof/>
          <w:lang w:val="en-US"/>
        </w:rPr>
        <w:t>SWIFT</w:t>
      </w:r>
    </w:p>
    <w:tbl>
      <w:tblPr>
        <w:tblStyle w:val="Mriekatabuky"/>
        <w:tblW w:w="9498" w:type="dxa"/>
        <w:tblInd w:w="-34" w:type="dxa"/>
        <w:tblLook w:val="01E0" w:firstRow="1" w:lastRow="1" w:firstColumn="1" w:lastColumn="1" w:noHBand="0" w:noVBand="0"/>
      </w:tblPr>
      <w:tblGrid>
        <w:gridCol w:w="4462"/>
        <w:gridCol w:w="5036"/>
      </w:tblGrid>
      <w:tr w:rsidR="00A067E0" w:rsidRPr="0090553A" w:rsidTr="005E350B">
        <w:trPr>
          <w:trHeight w:val="1457"/>
        </w:trPr>
        <w:tc>
          <w:tcPr>
            <w:tcW w:w="4462" w:type="dxa"/>
          </w:tcPr>
          <w:p w:rsidR="00A067E0" w:rsidRDefault="00A067E0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 w:rsidR="005E350B">
              <w:rPr>
                <w:rFonts w:ascii="Corbel" w:hAnsi="Corbel" w:cs="Arial"/>
                <w:b/>
              </w:rPr>
              <w:t>a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  <w:p w:rsidR="005E350B" w:rsidRDefault="005E350B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</w:p>
          <w:p w:rsidR="005E350B" w:rsidRPr="0090553A" w:rsidRDefault="005E350B" w:rsidP="00572C0D">
            <w:pPr>
              <w:spacing w:before="20"/>
              <w:rPr>
                <w:rFonts w:ascii="Corbel" w:hAnsi="Corbel" w:cs="Arial"/>
                <w:b/>
              </w:rPr>
            </w:pPr>
          </w:p>
        </w:tc>
        <w:tc>
          <w:tcPr>
            <w:tcW w:w="5036" w:type="dxa"/>
          </w:tcPr>
          <w:p w:rsidR="00A067E0" w:rsidRPr="0090553A" w:rsidRDefault="00A067E0" w:rsidP="001F22CE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67E0" w:rsidRPr="0090553A" w:rsidRDefault="00A067E0" w:rsidP="001F22CE">
            <w:pPr>
              <w:rPr>
                <w:rFonts w:ascii="Corbel" w:hAnsi="Corbel" w:cs="Arial"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A067E0" w:rsidRPr="0090553A" w:rsidRDefault="00A067E0" w:rsidP="001F22CE">
            <w:pPr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Dátum</w:t>
            </w:r>
          </w:p>
        </w:tc>
      </w:tr>
    </w:tbl>
    <w:p w:rsidR="00A067E0" w:rsidRDefault="00A067E0" w:rsidP="00A067E0"/>
    <w:sectPr w:rsidR="00A067E0" w:rsidSect="00F52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5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CF" w:rsidRDefault="007B6BCF" w:rsidP="007B6BCF">
      <w:pPr>
        <w:spacing w:after="0" w:line="240" w:lineRule="auto"/>
      </w:pPr>
      <w:r>
        <w:separator/>
      </w:r>
    </w:p>
  </w:endnote>
  <w:endnote w:type="continuationSeparator" w:id="0">
    <w:p w:rsidR="007B6BCF" w:rsidRDefault="007B6BCF" w:rsidP="007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7B6BC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7B6BC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7B6B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CF" w:rsidRDefault="007B6BCF" w:rsidP="007B6BCF">
      <w:pPr>
        <w:spacing w:after="0" w:line="240" w:lineRule="auto"/>
      </w:pPr>
      <w:r>
        <w:separator/>
      </w:r>
    </w:p>
  </w:footnote>
  <w:footnote w:type="continuationSeparator" w:id="0">
    <w:p w:rsidR="007B6BCF" w:rsidRDefault="007B6BCF" w:rsidP="007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7B6BC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F52FCA">
    <w:pPr>
      <w:pStyle w:val="Hlavika"/>
    </w:pPr>
    <w:r>
      <w:tab/>
    </w:r>
    <w:r>
      <w:rPr>
        <w:noProof/>
        <w:color w:val="FFFFFF"/>
        <w:lang w:eastAsia="sk-SK"/>
      </w:rPr>
      <w:drawing>
        <wp:inline distT="0" distB="0" distL="0" distR="0" wp14:anchorId="5A33F223" wp14:editId="15DCFC6A">
          <wp:extent cx="2225040" cy="579120"/>
          <wp:effectExtent l="0" t="0" r="3810" b="0"/>
          <wp:docPr id="10" name="Obrázok 10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CF" w:rsidRDefault="007B6BC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167297"/>
    <w:rsid w:val="002B620B"/>
    <w:rsid w:val="00384303"/>
    <w:rsid w:val="0047052F"/>
    <w:rsid w:val="00572C0D"/>
    <w:rsid w:val="005E350B"/>
    <w:rsid w:val="007B6BCF"/>
    <w:rsid w:val="007C6A1D"/>
    <w:rsid w:val="00984B26"/>
    <w:rsid w:val="00A067E0"/>
    <w:rsid w:val="00F5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7</cp:revision>
  <dcterms:created xsi:type="dcterms:W3CDTF">2016-07-11T12:57:00Z</dcterms:created>
  <dcterms:modified xsi:type="dcterms:W3CDTF">2018-06-20T16:04:00Z</dcterms:modified>
</cp:coreProperties>
</file>